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6C0031" w14:textId="77777777" w:rsidR="004E43CA" w:rsidRDefault="000D2629">
      <w:pPr>
        <w:jc w:val="center"/>
        <w:rPr>
          <w:b/>
          <w:szCs w:val="24"/>
          <w:lang w:eastAsia="lt-LT"/>
        </w:rPr>
      </w:pPr>
      <w:r>
        <w:rPr>
          <w:b/>
          <w:szCs w:val="24"/>
          <w:lang w:eastAsia="lt-LT"/>
        </w:rPr>
        <w:t>TEISĖS AKTŲ PROJEKTŲ ANTIKORUPCINIO VERTINIMO PAŽYMA</w:t>
      </w:r>
    </w:p>
    <w:p w14:paraId="155031DE" w14:textId="77777777" w:rsidR="004E43CA" w:rsidRDefault="004E43CA">
      <w:pPr>
        <w:rPr>
          <w:szCs w:val="24"/>
          <w:lang w:eastAsia="lt-LT"/>
        </w:rPr>
      </w:pPr>
    </w:p>
    <w:p w14:paraId="4095D1DD" w14:textId="77777777" w:rsidR="004E43CA" w:rsidRDefault="000D2629">
      <w:pPr>
        <w:jc w:val="both"/>
        <w:rPr>
          <w:rFonts w:ascii="Source Sans Pro" w:hAnsi="Source Sans Pro"/>
          <w:color w:val="222222"/>
          <w:shd w:val="clear" w:color="auto" w:fill="FFFFFF"/>
        </w:rPr>
      </w:pPr>
      <w:r>
        <w:rPr>
          <w:szCs w:val="24"/>
          <w:lang w:eastAsia="lt-LT"/>
        </w:rPr>
        <w:t xml:space="preserve">Teisės akto projekto pavadinimas: </w:t>
      </w:r>
      <w:r>
        <w:rPr>
          <w:b/>
          <w:bCs/>
          <w:szCs w:val="24"/>
          <w:lang w:eastAsia="lt-LT"/>
        </w:rPr>
        <w:t>Dėl Skuodo rajono savivaldybės tarybos 2024 m. rugsėjo 26 d. sprendimo Nr. T9-195 „</w:t>
      </w:r>
      <w:r>
        <w:rPr>
          <w:b/>
          <w:bCs/>
          <w:color w:val="222222"/>
          <w:shd w:val="clear" w:color="auto" w:fill="FFFFFF"/>
        </w:rPr>
        <w:t xml:space="preserve">Dėl kitos paskirties valstybinės žemės sklypo (unikalus Nr. </w:t>
      </w:r>
      <w:r>
        <w:rPr>
          <w:b/>
          <w:bCs/>
          <w:color w:val="222222"/>
          <w:shd w:val="clear" w:color="auto" w:fill="FFFFFF"/>
        </w:rPr>
        <w:t>4400-4253-4538), esančio Vilniaus g. 11, Skuodo mieste, dalių dydžių nustatymo ir dalių nuomos“ pakeitimo.</w:t>
      </w:r>
    </w:p>
    <w:p w14:paraId="4EA0D850" w14:textId="77777777" w:rsidR="004E43CA" w:rsidRDefault="000D2629">
      <w:pPr>
        <w:jc w:val="both"/>
        <w:rPr>
          <w:b/>
          <w:szCs w:val="24"/>
          <w:shd w:val="clear" w:color="auto" w:fill="FFFFFF"/>
        </w:rPr>
      </w:pPr>
      <w:r>
        <w:rPr>
          <w:szCs w:val="24"/>
          <w:lang w:eastAsia="lt-LT"/>
        </w:rPr>
        <w:t xml:space="preserve">Teisės akto projekto tiesioginis rengėjas: </w:t>
      </w:r>
      <w:r>
        <w:rPr>
          <w:b/>
          <w:szCs w:val="24"/>
          <w:shd w:val="clear" w:color="auto" w:fill="FFFFFF"/>
        </w:rPr>
        <w:t>Skuodo rajono savivaldybės administracijos statybos, investicijų ir turto valdymo skyriaus vyriausioji specialistė Jolanta Juškienė.</w:t>
      </w:r>
    </w:p>
    <w:p w14:paraId="0B97446A" w14:textId="77777777" w:rsidR="004E43CA" w:rsidRDefault="000D2629">
      <w:pPr>
        <w:jc w:val="both"/>
        <w:rPr>
          <w:color w:val="000000"/>
        </w:rPr>
      </w:pPr>
      <w:r>
        <w:rPr>
          <w:color w:val="000000"/>
        </w:rPr>
        <w:t>Teisės akto projekto antikorupcinis vertinimas atliktas (</w:t>
      </w:r>
      <w:r>
        <w:rPr>
          <w:i/>
          <w:color w:val="000000"/>
        </w:rPr>
        <w:t>pažymėti reikiamą atsakymą</w:t>
      </w:r>
      <w:r>
        <w:rPr>
          <w:color w:val="000000"/>
        </w:rPr>
        <w:t>):</w:t>
      </w:r>
    </w:p>
    <w:p w14:paraId="452857B2" w14:textId="77777777" w:rsidR="004E43CA" w:rsidRDefault="000D2629">
      <w:pPr>
        <w:ind w:firstLine="1296"/>
        <w:rPr>
          <w:szCs w:val="24"/>
          <w:lang w:eastAsia="lt-LT"/>
        </w:rPr>
      </w:pPr>
      <w:r>
        <w:rPr>
          <w:rFonts w:ascii="Segoe UI Symbol" w:hAnsi="Segoe UI Symbol"/>
          <w:sz w:val="20"/>
        </w:rPr>
        <w:t>☒</w:t>
      </w:r>
      <w:r>
        <w:rPr>
          <w:sz w:val="20"/>
          <w:lang w:eastAsia="lt-LT"/>
        </w:rPr>
        <w:t xml:space="preserve"> </w:t>
      </w:r>
      <w:r>
        <w:rPr>
          <w:szCs w:val="24"/>
          <w:lang w:eastAsia="lt-LT"/>
        </w:rPr>
        <w:t xml:space="preserve">suderinus teisės akto projektą viešojo administravimo subjekte ir su </w:t>
      </w:r>
      <w:r>
        <w:rPr>
          <w:szCs w:val="24"/>
        </w:rPr>
        <w:t>pavaldžiomis įstaigomis (įstaigomis prie ministerijos ir kitomis ministrui pavestose valdymo srityse veikiančiomis įstaigomis ir įmonėmis)</w:t>
      </w:r>
      <w:r>
        <w:rPr>
          <w:szCs w:val="24"/>
          <w:lang w:eastAsia="lt-LT"/>
        </w:rPr>
        <w:t>;</w:t>
      </w:r>
    </w:p>
    <w:p w14:paraId="37B9228E" w14:textId="77777777" w:rsidR="004E43CA" w:rsidRDefault="000D2629">
      <w:pPr>
        <w:ind w:firstLine="1296"/>
        <w:jc w:val="both"/>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46F61B9" w14:textId="77777777" w:rsidR="004E43CA" w:rsidRDefault="000D2629">
      <w:pPr>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5004E2A1" w14:textId="77777777" w:rsidR="004E43CA" w:rsidRDefault="000D2629">
      <w:pPr>
        <w:jc w:val="both"/>
      </w:pPr>
      <w:r>
        <w:t>_________________________________________________________________________________________________________________________</w:t>
      </w:r>
    </w:p>
    <w:p w14:paraId="66770DF5" w14:textId="77777777" w:rsidR="004E43CA" w:rsidRDefault="000D2629">
      <w:pPr>
        <w:jc w:val="both"/>
      </w:pPr>
      <w:r>
        <w:rPr>
          <w:szCs w:val="24"/>
          <w:lang w:eastAsia="lt-LT"/>
        </w:rPr>
        <w:t>_________________________________________________________________________________________________________________________</w:t>
      </w:r>
    </w:p>
    <w:p w14:paraId="005F572F" w14:textId="77777777" w:rsidR="004E43CA" w:rsidRDefault="004E43CA">
      <w:pPr>
        <w:jc w:val="both"/>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708"/>
        <w:gridCol w:w="1140"/>
        <w:gridCol w:w="3009"/>
        <w:gridCol w:w="780"/>
        <w:gridCol w:w="1593"/>
        <w:gridCol w:w="1847"/>
        <w:gridCol w:w="387"/>
        <w:gridCol w:w="3118"/>
        <w:gridCol w:w="412"/>
        <w:gridCol w:w="1582"/>
        <w:gridCol w:w="870"/>
      </w:tblGrid>
      <w:tr w:rsidR="004E43CA" w14:paraId="3AB290F1"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A05E1E" w14:textId="77777777" w:rsidR="004E43CA" w:rsidRDefault="000D2629">
            <w:pPr>
              <w:jc w:val="center"/>
              <w:rPr>
                <w:sz w:val="20"/>
                <w:lang w:eastAsia="lt-LT"/>
              </w:rPr>
            </w:pPr>
            <w:r>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47A001" w14:textId="77777777" w:rsidR="004E43CA" w:rsidRDefault="000D2629">
            <w:pPr>
              <w:jc w:val="center"/>
              <w:rPr>
                <w:sz w:val="20"/>
                <w:lang w:eastAsia="lt-LT"/>
              </w:rPr>
            </w:pPr>
            <w:r>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1D23F4D" w14:textId="77777777" w:rsidR="004E43CA" w:rsidRDefault="000D2629">
            <w:pPr>
              <w:jc w:val="center"/>
              <w:rPr>
                <w:sz w:val="20"/>
                <w:lang w:eastAsia="lt-LT"/>
              </w:rPr>
            </w:pPr>
            <w:r>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49D3270B" w14:textId="77777777" w:rsidR="004E43CA" w:rsidRDefault="000D2629">
            <w:pPr>
              <w:jc w:val="center"/>
              <w:rPr>
                <w:sz w:val="20"/>
              </w:rPr>
            </w:pPr>
            <w:r>
              <w:rPr>
                <w:sz w:val="20"/>
                <w:lang w:eastAsia="lt-LT"/>
              </w:rPr>
              <w:t>(</w:t>
            </w:r>
            <w:r>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48DA212" w14:textId="77777777" w:rsidR="004E43CA" w:rsidRDefault="004E43CA">
            <w:pPr>
              <w:jc w:val="center"/>
              <w:rPr>
                <w:sz w:val="20"/>
                <w:lang w:eastAsia="lt-LT"/>
              </w:rPr>
            </w:pPr>
          </w:p>
          <w:p w14:paraId="088F548D" w14:textId="77777777" w:rsidR="004E43CA" w:rsidRDefault="000D2629">
            <w:pPr>
              <w:jc w:val="center"/>
              <w:rPr>
                <w:sz w:val="20"/>
                <w:lang w:eastAsia="lt-LT"/>
              </w:rPr>
            </w:pPr>
            <w:r>
              <w:rPr>
                <w:sz w:val="20"/>
                <w:lang w:eastAsia="lt-LT"/>
              </w:rPr>
              <w:t>Teisės akto projekto pakeitimas, mažinantis korupcijos riziką, arba teisės akto projekto tiesioginio rengėjo argumentai, kodėl neatsižvelgta į pastabą</w:t>
            </w:r>
          </w:p>
          <w:p w14:paraId="7DAB47B0" w14:textId="77777777" w:rsidR="004E43CA" w:rsidRDefault="000D2629">
            <w:pPr>
              <w:jc w:val="center"/>
              <w:rPr>
                <w:sz w:val="20"/>
                <w:lang w:eastAsia="lt-LT"/>
              </w:rPr>
            </w:pPr>
            <w:r>
              <w:rPr>
                <w:sz w:val="20"/>
                <w:lang w:eastAsia="lt-LT"/>
              </w:rPr>
              <w:t>(</w:t>
            </w:r>
            <w:r>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EA1A0F" w14:textId="77777777" w:rsidR="004E43CA" w:rsidRDefault="000D2629">
            <w:pPr>
              <w:jc w:val="center"/>
              <w:rPr>
                <w:sz w:val="20"/>
                <w:lang w:eastAsia="lt-LT"/>
              </w:rPr>
            </w:pPr>
            <w:r>
              <w:rPr>
                <w:sz w:val="20"/>
                <w:lang w:eastAsia="lt-LT"/>
              </w:rPr>
              <w:t>Išvada dėl teisės akto projekto pakeitimų arba argumentų, kodėl neatsižvelgta į pastabą</w:t>
            </w:r>
          </w:p>
          <w:p w14:paraId="65F6734F" w14:textId="77777777" w:rsidR="004E43CA" w:rsidRDefault="000D2629">
            <w:pPr>
              <w:jc w:val="center"/>
              <w:rPr>
                <w:sz w:val="20"/>
                <w:lang w:eastAsia="lt-LT"/>
              </w:rPr>
            </w:pPr>
            <w:r>
              <w:rPr>
                <w:sz w:val="20"/>
                <w:lang w:eastAsia="lt-LT"/>
              </w:rPr>
              <w:t>(</w:t>
            </w:r>
            <w:r>
              <w:rPr>
                <w:i/>
                <w:sz w:val="20"/>
                <w:lang w:eastAsia="lt-LT"/>
              </w:rPr>
              <w:t>pildo teisės akto projekto antikorupcinį vertinimą atliekantis asmuo)</w:t>
            </w:r>
          </w:p>
        </w:tc>
      </w:tr>
      <w:tr w:rsidR="004E43CA" w14:paraId="02398EAA"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6F2EF6" w14:textId="77777777" w:rsidR="004E43CA" w:rsidRDefault="000D2629">
            <w:pPr>
              <w:jc w:val="center"/>
              <w:rPr>
                <w:sz w:val="20"/>
                <w:lang w:eastAsia="lt-LT"/>
              </w:rPr>
            </w:pPr>
            <w:r>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9832A" w14:textId="77777777" w:rsidR="004E43CA" w:rsidRDefault="000D2629">
            <w:pPr>
              <w:rPr>
                <w:sz w:val="20"/>
                <w:lang w:eastAsia="lt-LT"/>
              </w:rPr>
            </w:pPr>
            <w:r>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D99609" w14:textId="77777777" w:rsidR="004E43CA" w:rsidRDefault="000D2629">
            <w:pPr>
              <w:rPr>
                <w:b/>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5D9E74" w14:textId="77777777" w:rsidR="004E43CA" w:rsidRDefault="004E43CA">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94910B" w14:textId="77777777" w:rsidR="004E43CA" w:rsidRDefault="000D2629">
            <w:pPr>
              <w:rPr>
                <w:sz w:val="20"/>
                <w:lang w:eastAsia="lt-LT"/>
              </w:rPr>
            </w:pPr>
            <w:r>
              <w:rPr>
                <w:sz w:val="20"/>
                <w:lang w:eastAsia="lt-LT"/>
              </w:rPr>
              <w:t>□ tenkina</w:t>
            </w:r>
          </w:p>
          <w:p w14:paraId="778D4914" w14:textId="77777777" w:rsidR="004E43CA" w:rsidRDefault="000D2629">
            <w:pPr>
              <w:rPr>
                <w:sz w:val="20"/>
                <w:lang w:eastAsia="lt-LT"/>
              </w:rPr>
            </w:pPr>
            <w:r>
              <w:rPr>
                <w:sz w:val="20"/>
                <w:lang w:eastAsia="lt-LT"/>
              </w:rPr>
              <w:t>□ netenkina</w:t>
            </w:r>
          </w:p>
        </w:tc>
      </w:tr>
      <w:tr w:rsidR="004E43CA" w14:paraId="1174CE9A"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22AFC0" w14:textId="77777777" w:rsidR="004E43CA" w:rsidRDefault="000D2629">
            <w:pPr>
              <w:keepNext/>
              <w:jc w:val="center"/>
              <w:rPr>
                <w:sz w:val="20"/>
                <w:lang w:eastAsia="lt-LT"/>
              </w:rPr>
            </w:pPr>
            <w:r>
              <w:rPr>
                <w:sz w:val="20"/>
                <w:lang w:eastAsia="lt-LT"/>
              </w:rPr>
              <w:lastRenderedPageBreak/>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BD4818" w14:textId="77777777" w:rsidR="004E43CA" w:rsidRDefault="000D2629">
            <w:pPr>
              <w:keepNext/>
              <w:rPr>
                <w:sz w:val="20"/>
                <w:lang w:eastAsia="lt-LT"/>
              </w:rPr>
            </w:pPr>
            <w:r>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83AE7D" w14:textId="77777777" w:rsidR="004E43CA" w:rsidRDefault="000D2629">
            <w:pPr>
              <w:keepNext/>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C9CF39" w14:textId="77777777" w:rsidR="004E43CA" w:rsidRDefault="004E43CA">
            <w:pPr>
              <w:keepNext/>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1F8111" w14:textId="77777777" w:rsidR="004E43CA" w:rsidRDefault="000D2629">
            <w:pPr>
              <w:keepNext/>
              <w:rPr>
                <w:sz w:val="20"/>
                <w:lang w:eastAsia="lt-LT"/>
              </w:rPr>
            </w:pPr>
            <w:r>
              <w:rPr>
                <w:sz w:val="20"/>
                <w:lang w:eastAsia="lt-LT"/>
              </w:rPr>
              <w:t>□ tenkina</w:t>
            </w:r>
          </w:p>
          <w:p w14:paraId="34A74E54" w14:textId="77777777" w:rsidR="004E43CA" w:rsidRDefault="000D2629">
            <w:pPr>
              <w:keepNext/>
              <w:rPr>
                <w:sz w:val="20"/>
                <w:lang w:eastAsia="lt-LT"/>
              </w:rPr>
            </w:pPr>
            <w:r>
              <w:rPr>
                <w:sz w:val="20"/>
                <w:lang w:eastAsia="lt-LT"/>
              </w:rPr>
              <w:t>□ netenkina</w:t>
            </w:r>
          </w:p>
        </w:tc>
      </w:tr>
      <w:tr w:rsidR="004E43CA" w14:paraId="08E945D7"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269481" w14:textId="77777777" w:rsidR="004E43CA" w:rsidRDefault="000D2629">
            <w:pPr>
              <w:jc w:val="center"/>
              <w:rPr>
                <w:sz w:val="20"/>
                <w:lang w:eastAsia="lt-LT"/>
              </w:rPr>
            </w:pPr>
            <w:r>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1BF94B" w14:textId="77777777" w:rsidR="004E43CA" w:rsidRDefault="000D2629">
            <w:pPr>
              <w:rPr>
                <w:sz w:val="20"/>
                <w:lang w:eastAsia="lt-LT"/>
              </w:rPr>
            </w:pPr>
            <w:r>
              <w:rPr>
                <w:sz w:val="20"/>
                <w:lang w:eastAsia="lt-LT"/>
              </w:rPr>
              <w:t xml:space="preserve">Teisės akto projekte nustatyta, kad sprendimą dėl </w:t>
            </w:r>
            <w:r>
              <w:rPr>
                <w:sz w:val="20"/>
                <w:lang w:eastAsia="lt-LT"/>
              </w:rPr>
              <w:t>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37A9AF" w14:textId="77777777" w:rsidR="004E43CA" w:rsidRDefault="000D2629">
            <w:pPr>
              <w:rPr>
                <w:sz w:val="20"/>
                <w:lang w:eastAsia="lt-LT"/>
              </w:rPr>
            </w:pPr>
            <w:r>
              <w:rPr>
                <w:bCs/>
                <w:sz w:val="20"/>
              </w:rPr>
              <w:t>Kriterijų atitinka</w:t>
            </w:r>
          </w:p>
          <w:p w14:paraId="36756695" w14:textId="77777777" w:rsidR="004E43CA" w:rsidRDefault="004E43CA">
            <w:pPr>
              <w:rPr>
                <w:sz w:val="20"/>
                <w:lang w:eastAsia="lt-LT"/>
              </w:rPr>
            </w:pPr>
          </w:p>
          <w:p w14:paraId="50ED2AF5" w14:textId="77777777" w:rsidR="004E43CA" w:rsidRDefault="004E43CA">
            <w:pPr>
              <w:rPr>
                <w:sz w:val="20"/>
                <w:lang w:eastAsia="lt-LT"/>
              </w:rPr>
            </w:pPr>
          </w:p>
          <w:p w14:paraId="3595E820" w14:textId="77777777" w:rsidR="004E43CA" w:rsidRDefault="004E43CA">
            <w:pPr>
              <w:ind w:firstLine="1296"/>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F6D569" w14:textId="77777777" w:rsidR="004E43CA" w:rsidRDefault="004E43C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66096A" w14:textId="77777777" w:rsidR="004E43CA" w:rsidRDefault="000D2629">
            <w:pPr>
              <w:rPr>
                <w:sz w:val="20"/>
                <w:lang w:eastAsia="lt-LT"/>
              </w:rPr>
            </w:pPr>
            <w:r>
              <w:rPr>
                <w:sz w:val="20"/>
                <w:lang w:eastAsia="lt-LT"/>
              </w:rPr>
              <w:t>□ tenkina</w:t>
            </w:r>
          </w:p>
          <w:p w14:paraId="7F841367" w14:textId="77777777" w:rsidR="004E43CA" w:rsidRDefault="000D2629">
            <w:pPr>
              <w:rPr>
                <w:sz w:val="20"/>
                <w:lang w:eastAsia="lt-LT"/>
              </w:rPr>
            </w:pPr>
            <w:r>
              <w:rPr>
                <w:sz w:val="20"/>
                <w:lang w:eastAsia="lt-LT"/>
              </w:rPr>
              <w:t>□ netenkina</w:t>
            </w:r>
          </w:p>
        </w:tc>
      </w:tr>
      <w:tr w:rsidR="004E43CA" w14:paraId="52BA8684"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290079" w14:textId="77777777" w:rsidR="004E43CA" w:rsidRDefault="000D2629">
            <w:pPr>
              <w:jc w:val="center"/>
              <w:rPr>
                <w:sz w:val="20"/>
                <w:lang w:eastAsia="lt-LT"/>
              </w:rPr>
            </w:pPr>
            <w:r>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042B13" w14:textId="77777777" w:rsidR="004E43CA" w:rsidRDefault="000D2629">
            <w:pPr>
              <w:rPr>
                <w:sz w:val="20"/>
                <w:lang w:eastAsia="lt-LT"/>
              </w:rPr>
            </w:pPr>
            <w:r>
              <w:rPr>
                <w:sz w:val="20"/>
                <w:lang w:eastAsia="lt-LT"/>
              </w:rPr>
              <w:t xml:space="preserve">Teisės akto </w:t>
            </w:r>
            <w:r>
              <w:rPr>
                <w:sz w:val="20"/>
                <w:lang w:eastAsia="lt-LT"/>
              </w:rPr>
              <w:t>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F56154" w14:textId="77777777" w:rsidR="004E43CA" w:rsidRDefault="000D2629">
            <w:pPr>
              <w:rPr>
                <w:sz w:val="20"/>
                <w:lang w:eastAsia="lt-LT"/>
              </w:rPr>
            </w:pPr>
            <w:r>
              <w:rPr>
                <w:bCs/>
                <w:sz w:val="20"/>
              </w:rPr>
              <w:t>Kriterijų atitinka</w:t>
            </w:r>
          </w:p>
          <w:p w14:paraId="0AA39CCD" w14:textId="77777777" w:rsidR="004E43CA" w:rsidRDefault="004E43CA">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C30A50" w14:textId="77777777" w:rsidR="004E43CA" w:rsidRDefault="004E43C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6F6E7C" w14:textId="77777777" w:rsidR="004E43CA" w:rsidRDefault="000D2629">
            <w:pPr>
              <w:rPr>
                <w:sz w:val="20"/>
                <w:lang w:eastAsia="lt-LT"/>
              </w:rPr>
            </w:pPr>
            <w:r>
              <w:rPr>
                <w:sz w:val="20"/>
                <w:lang w:eastAsia="lt-LT"/>
              </w:rPr>
              <w:t>□ tenkina</w:t>
            </w:r>
          </w:p>
          <w:p w14:paraId="37EE7991" w14:textId="77777777" w:rsidR="004E43CA" w:rsidRDefault="000D2629">
            <w:pPr>
              <w:rPr>
                <w:sz w:val="20"/>
                <w:lang w:eastAsia="lt-LT"/>
              </w:rPr>
            </w:pPr>
            <w:r>
              <w:rPr>
                <w:sz w:val="20"/>
                <w:lang w:eastAsia="lt-LT"/>
              </w:rPr>
              <w:t>□ netenkina</w:t>
            </w:r>
          </w:p>
        </w:tc>
      </w:tr>
      <w:tr w:rsidR="004E43CA" w14:paraId="577BF4A3"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C763CC" w14:textId="77777777" w:rsidR="004E43CA" w:rsidRDefault="000D2629">
            <w:pPr>
              <w:jc w:val="center"/>
              <w:rPr>
                <w:sz w:val="20"/>
                <w:lang w:eastAsia="lt-LT"/>
              </w:rPr>
            </w:pPr>
            <w:r>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4C6DE3" w14:textId="77777777" w:rsidR="004E43CA" w:rsidRDefault="000D2629">
            <w:pPr>
              <w:rPr>
                <w:sz w:val="20"/>
                <w:lang w:eastAsia="lt-LT"/>
              </w:rPr>
            </w:pPr>
            <w:r>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208312" w14:textId="77777777" w:rsidR="004E43CA" w:rsidRDefault="000D2629">
            <w:pPr>
              <w:rPr>
                <w:sz w:val="20"/>
                <w:lang w:eastAsia="lt-LT"/>
              </w:rPr>
            </w:pPr>
            <w:r>
              <w:rPr>
                <w:bCs/>
                <w:sz w:val="20"/>
              </w:rPr>
              <w:t xml:space="preserve">Kriterijų </w:t>
            </w:r>
            <w:r>
              <w:rPr>
                <w:bCs/>
                <w:sz w:val="20"/>
              </w:rPr>
              <w:t>atitinka</w:t>
            </w:r>
          </w:p>
          <w:p w14:paraId="015108B5" w14:textId="77777777" w:rsidR="004E43CA" w:rsidRDefault="004E43CA">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7BFF4" w14:textId="77777777" w:rsidR="004E43CA" w:rsidRDefault="004E43C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1BAFF6" w14:textId="77777777" w:rsidR="004E43CA" w:rsidRDefault="000D2629">
            <w:pPr>
              <w:rPr>
                <w:sz w:val="20"/>
                <w:lang w:eastAsia="lt-LT"/>
              </w:rPr>
            </w:pPr>
            <w:r>
              <w:rPr>
                <w:sz w:val="20"/>
                <w:lang w:eastAsia="lt-LT"/>
              </w:rPr>
              <w:t>□ tenkina</w:t>
            </w:r>
          </w:p>
          <w:p w14:paraId="5F3A37CF" w14:textId="77777777" w:rsidR="004E43CA" w:rsidRDefault="000D2629">
            <w:pPr>
              <w:rPr>
                <w:sz w:val="20"/>
                <w:lang w:eastAsia="lt-LT"/>
              </w:rPr>
            </w:pPr>
            <w:r>
              <w:rPr>
                <w:sz w:val="20"/>
                <w:lang w:eastAsia="lt-LT"/>
              </w:rPr>
              <w:t>□ netenkina</w:t>
            </w:r>
          </w:p>
        </w:tc>
      </w:tr>
      <w:tr w:rsidR="004E43CA" w14:paraId="751EF1ED"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64F565" w14:textId="77777777" w:rsidR="004E43CA" w:rsidRDefault="000D2629">
            <w:pPr>
              <w:jc w:val="center"/>
              <w:rPr>
                <w:sz w:val="20"/>
                <w:lang w:eastAsia="lt-LT"/>
              </w:rPr>
            </w:pPr>
            <w:r>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26F7E9" w14:textId="77777777" w:rsidR="004E43CA" w:rsidRDefault="000D2629">
            <w:pPr>
              <w:rPr>
                <w:sz w:val="20"/>
                <w:highlight w:val="yellow"/>
                <w:lang w:eastAsia="lt-LT"/>
              </w:rPr>
            </w:pPr>
            <w:r>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0185C8" w14:textId="77777777" w:rsidR="004E43CA" w:rsidRDefault="000D2629">
            <w:pPr>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75FEDB" w14:textId="77777777" w:rsidR="004E43CA" w:rsidRDefault="004E43C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BEF00C" w14:textId="77777777" w:rsidR="004E43CA" w:rsidRDefault="000D2629">
            <w:pPr>
              <w:rPr>
                <w:sz w:val="20"/>
                <w:lang w:eastAsia="lt-LT"/>
              </w:rPr>
            </w:pPr>
            <w:r>
              <w:rPr>
                <w:sz w:val="20"/>
                <w:lang w:eastAsia="lt-LT"/>
              </w:rPr>
              <w:t>□ tenkina</w:t>
            </w:r>
          </w:p>
          <w:p w14:paraId="450BEA0E" w14:textId="77777777" w:rsidR="004E43CA" w:rsidRDefault="000D2629">
            <w:pPr>
              <w:rPr>
                <w:sz w:val="20"/>
                <w:lang w:eastAsia="lt-LT"/>
              </w:rPr>
            </w:pPr>
            <w:r>
              <w:rPr>
                <w:sz w:val="20"/>
                <w:lang w:eastAsia="lt-LT"/>
              </w:rPr>
              <w:t>□ netenkina</w:t>
            </w:r>
          </w:p>
        </w:tc>
      </w:tr>
      <w:tr w:rsidR="004E43CA" w14:paraId="44E8E8BC"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33FEF1" w14:textId="77777777" w:rsidR="004E43CA" w:rsidRDefault="000D2629">
            <w:pPr>
              <w:jc w:val="center"/>
              <w:rPr>
                <w:sz w:val="20"/>
                <w:lang w:eastAsia="lt-LT"/>
              </w:rPr>
            </w:pPr>
            <w:r>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C8487B" w14:textId="77777777" w:rsidR="004E43CA" w:rsidRDefault="000D2629">
            <w:pPr>
              <w:rPr>
                <w:sz w:val="20"/>
                <w:lang w:eastAsia="lt-LT"/>
              </w:rPr>
            </w:pPr>
            <w:r>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9163DC" w14:textId="77777777" w:rsidR="004E43CA" w:rsidRDefault="000D2629">
            <w:pPr>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B0CC35" w14:textId="77777777" w:rsidR="004E43CA" w:rsidRDefault="004E43C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96EC90" w14:textId="77777777" w:rsidR="004E43CA" w:rsidRDefault="000D2629">
            <w:pPr>
              <w:rPr>
                <w:sz w:val="20"/>
                <w:lang w:eastAsia="lt-LT"/>
              </w:rPr>
            </w:pPr>
            <w:r>
              <w:rPr>
                <w:sz w:val="20"/>
                <w:lang w:eastAsia="lt-LT"/>
              </w:rPr>
              <w:t>□ tenkina</w:t>
            </w:r>
          </w:p>
          <w:p w14:paraId="2FFE2BF3" w14:textId="77777777" w:rsidR="004E43CA" w:rsidRDefault="000D2629">
            <w:pPr>
              <w:rPr>
                <w:sz w:val="20"/>
                <w:lang w:eastAsia="lt-LT"/>
              </w:rPr>
            </w:pPr>
            <w:r>
              <w:rPr>
                <w:sz w:val="20"/>
                <w:lang w:eastAsia="lt-LT"/>
              </w:rPr>
              <w:t>□ netenkina</w:t>
            </w:r>
          </w:p>
        </w:tc>
      </w:tr>
      <w:tr w:rsidR="004E43CA" w14:paraId="39B8BA1A"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355DDF" w14:textId="77777777" w:rsidR="004E43CA" w:rsidRDefault="000D2629">
            <w:pPr>
              <w:jc w:val="center"/>
              <w:rPr>
                <w:sz w:val="20"/>
              </w:rPr>
            </w:pPr>
            <w:r>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5F0B3B" w14:textId="77777777" w:rsidR="004E43CA" w:rsidRDefault="000D2629">
            <w:pPr>
              <w:rPr>
                <w:sz w:val="20"/>
              </w:rPr>
            </w:pPr>
            <w:r>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3E9A65" w14:textId="77777777" w:rsidR="004E43CA" w:rsidRDefault="000D2629">
            <w:pPr>
              <w:rPr>
                <w:b/>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B5E4DD" w14:textId="77777777" w:rsidR="004E43CA" w:rsidRDefault="004E43CA">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19D9C2" w14:textId="77777777" w:rsidR="004E43CA" w:rsidRDefault="000D2629">
            <w:pPr>
              <w:rPr>
                <w:sz w:val="20"/>
                <w:lang w:eastAsia="lt-LT"/>
              </w:rPr>
            </w:pPr>
            <w:r>
              <w:rPr>
                <w:sz w:val="20"/>
                <w:lang w:eastAsia="lt-LT"/>
              </w:rPr>
              <w:t>□ tenkina</w:t>
            </w:r>
          </w:p>
          <w:p w14:paraId="14C3E1C3" w14:textId="77777777" w:rsidR="004E43CA" w:rsidRDefault="000D2629">
            <w:pPr>
              <w:rPr>
                <w:sz w:val="20"/>
                <w:lang w:eastAsia="lt-LT"/>
              </w:rPr>
            </w:pPr>
            <w:r>
              <w:rPr>
                <w:sz w:val="20"/>
                <w:lang w:eastAsia="lt-LT"/>
              </w:rPr>
              <w:t>□ netenkina</w:t>
            </w:r>
          </w:p>
        </w:tc>
      </w:tr>
      <w:tr w:rsidR="004E43CA" w14:paraId="752578F0"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C83D20" w14:textId="77777777" w:rsidR="004E43CA" w:rsidRDefault="000D2629">
            <w:pPr>
              <w:jc w:val="center"/>
              <w:rPr>
                <w:sz w:val="20"/>
                <w:lang w:eastAsia="lt-LT"/>
              </w:rPr>
            </w:pPr>
            <w:r>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DDF1FA" w14:textId="77777777" w:rsidR="004E43CA" w:rsidRDefault="000D2629">
            <w:pPr>
              <w:rPr>
                <w:sz w:val="20"/>
                <w:lang w:eastAsia="lt-LT"/>
              </w:rPr>
            </w:pPr>
            <w:r>
              <w:rPr>
                <w:sz w:val="20"/>
                <w:lang w:eastAsia="lt-LT"/>
              </w:rPr>
              <w:t xml:space="preserve">Jeigu pagal numatomą reguliavimą sprendimus priima </w:t>
            </w:r>
            <w:r>
              <w:rPr>
                <w:sz w:val="20"/>
                <w:lang w:eastAsia="lt-LT"/>
              </w:rPr>
              <w:t>kolegialus subjektas, teisės akto projekte nustatyta kolegialaus sprendimus priimančio subjekto:</w:t>
            </w:r>
          </w:p>
          <w:p w14:paraId="7798FFAC" w14:textId="77777777" w:rsidR="004E43CA" w:rsidRDefault="000D2629">
            <w:pPr>
              <w:ind w:left="33"/>
              <w:rPr>
                <w:sz w:val="20"/>
              </w:rPr>
            </w:pPr>
            <w:r>
              <w:rPr>
                <w:sz w:val="20"/>
              </w:rPr>
              <w:t>9.1. konkretus narių skaičius, užtikrinantis kolegialaus sprendimus priimančio subjekto veiklos objektyvumą</w:t>
            </w:r>
          </w:p>
          <w:p w14:paraId="4395735A" w14:textId="77777777" w:rsidR="004E43CA" w:rsidRDefault="000D2629">
            <w:pPr>
              <w:ind w:left="33"/>
              <w:rPr>
                <w:sz w:val="20"/>
              </w:rPr>
            </w:pPr>
            <w:r>
              <w:rPr>
                <w:sz w:val="20"/>
              </w:rPr>
              <w:t>9.2. jeigu narius skiria keli subjektai, proporcinga kiekvieno subjekto skiriamų narių dalis, užtikrinanti tinkamą atstovavimą valstybės interesams ir kolegialaus sprendimus priimančio subjekto veiklos objektyvumą ir skaidrumą</w:t>
            </w:r>
          </w:p>
          <w:p w14:paraId="577725ED" w14:textId="77777777" w:rsidR="004E43CA" w:rsidRDefault="000D2629">
            <w:pPr>
              <w:rPr>
                <w:sz w:val="20"/>
              </w:rPr>
            </w:pPr>
            <w:r>
              <w:rPr>
                <w:sz w:val="20"/>
                <w:lang w:eastAsia="lt-LT"/>
              </w:rPr>
              <w:t>9.3</w:t>
            </w:r>
            <w:r>
              <w:rPr>
                <w:spacing w:val="-4"/>
                <w:sz w:val="20"/>
                <w:lang w:eastAsia="lt-LT"/>
              </w:rPr>
              <w:t>. narių skyrimo mechanizmas</w:t>
            </w:r>
          </w:p>
          <w:p w14:paraId="10F6D3F6" w14:textId="77777777" w:rsidR="004E43CA" w:rsidRDefault="000D2629">
            <w:pPr>
              <w:rPr>
                <w:sz w:val="20"/>
                <w:lang w:eastAsia="lt-LT"/>
              </w:rPr>
            </w:pPr>
            <w:r>
              <w:rPr>
                <w:sz w:val="20"/>
                <w:lang w:eastAsia="lt-LT"/>
              </w:rPr>
              <w:t>9.4. narių rotacija ir kadencijų skaičius ir trukmė</w:t>
            </w:r>
          </w:p>
          <w:p w14:paraId="682E3631" w14:textId="77777777" w:rsidR="004E43CA" w:rsidRDefault="000D2629">
            <w:pPr>
              <w:rPr>
                <w:sz w:val="20"/>
              </w:rPr>
            </w:pPr>
            <w:r>
              <w:rPr>
                <w:sz w:val="20"/>
              </w:rPr>
              <w:t>9.5. veiklos pobūdis laiko atžvilgiu</w:t>
            </w:r>
          </w:p>
          <w:p w14:paraId="4FE1EDFC" w14:textId="77777777" w:rsidR="004E43CA" w:rsidRDefault="000D2629">
            <w:pPr>
              <w:rPr>
                <w:sz w:val="20"/>
                <w:lang w:eastAsia="lt-LT"/>
              </w:rPr>
            </w:pPr>
            <w:r>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73C3E0" w14:textId="77777777" w:rsidR="004E43CA" w:rsidRDefault="000D2629">
            <w:pPr>
              <w:ind w:left="33"/>
              <w:rPr>
                <w:iCs/>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2E2E5B" w14:textId="77777777" w:rsidR="004E43CA" w:rsidRDefault="004E43C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B54BEC" w14:textId="77777777" w:rsidR="004E43CA" w:rsidRDefault="000D2629">
            <w:pPr>
              <w:rPr>
                <w:sz w:val="20"/>
                <w:lang w:eastAsia="lt-LT"/>
              </w:rPr>
            </w:pPr>
            <w:r>
              <w:rPr>
                <w:sz w:val="20"/>
                <w:lang w:eastAsia="lt-LT"/>
              </w:rPr>
              <w:t>□ tenkina</w:t>
            </w:r>
          </w:p>
          <w:p w14:paraId="552E8808" w14:textId="77777777" w:rsidR="004E43CA" w:rsidRDefault="000D2629">
            <w:pPr>
              <w:rPr>
                <w:sz w:val="20"/>
                <w:lang w:eastAsia="lt-LT"/>
              </w:rPr>
            </w:pPr>
            <w:r>
              <w:rPr>
                <w:sz w:val="20"/>
                <w:lang w:eastAsia="lt-LT"/>
              </w:rPr>
              <w:t>□ netenkina</w:t>
            </w:r>
          </w:p>
        </w:tc>
      </w:tr>
      <w:tr w:rsidR="004E43CA" w14:paraId="7E5CABFC"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9D8DD1" w14:textId="77777777" w:rsidR="004E43CA" w:rsidRDefault="000D2629">
            <w:pPr>
              <w:jc w:val="center"/>
              <w:rPr>
                <w:sz w:val="20"/>
                <w:lang w:eastAsia="lt-LT"/>
              </w:rPr>
            </w:pPr>
            <w:r>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5663DD" w14:textId="77777777" w:rsidR="004E43CA" w:rsidRDefault="000D2629">
            <w:pPr>
              <w:rPr>
                <w:sz w:val="20"/>
              </w:rPr>
            </w:pPr>
            <w:r>
              <w:rPr>
                <w:sz w:val="20"/>
                <w:lang w:eastAsia="lt-LT"/>
              </w:rPr>
              <w:t xml:space="preserve">Numatytos procedūros yra </w:t>
            </w:r>
            <w:r>
              <w:rPr>
                <w:sz w:val="20"/>
                <w:shd w:val="clear" w:color="auto" w:fill="FFFFFF"/>
                <w:lang w:eastAsia="lt-LT"/>
              </w:rPr>
              <w:t>būtinos,</w:t>
            </w:r>
            <w:r>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42066D" w14:textId="77777777" w:rsidR="004E43CA" w:rsidRDefault="000D2629">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FD683B" w14:textId="77777777" w:rsidR="004E43CA" w:rsidRDefault="004E43C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9450BD" w14:textId="77777777" w:rsidR="004E43CA" w:rsidRDefault="000D2629">
            <w:pPr>
              <w:rPr>
                <w:sz w:val="20"/>
                <w:lang w:eastAsia="lt-LT"/>
              </w:rPr>
            </w:pPr>
            <w:r>
              <w:rPr>
                <w:sz w:val="20"/>
                <w:lang w:eastAsia="lt-LT"/>
              </w:rPr>
              <w:t>□ tenkina</w:t>
            </w:r>
          </w:p>
          <w:p w14:paraId="3CEA2A11" w14:textId="77777777" w:rsidR="004E43CA" w:rsidRDefault="000D2629">
            <w:pPr>
              <w:rPr>
                <w:sz w:val="20"/>
                <w:lang w:eastAsia="lt-LT"/>
              </w:rPr>
            </w:pPr>
            <w:r>
              <w:rPr>
                <w:sz w:val="20"/>
                <w:lang w:eastAsia="lt-LT"/>
              </w:rPr>
              <w:t>□ netenkina</w:t>
            </w:r>
          </w:p>
        </w:tc>
      </w:tr>
      <w:tr w:rsidR="004E43CA" w14:paraId="48084191"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3ECC45" w14:textId="77777777" w:rsidR="004E43CA" w:rsidRDefault="000D2629">
            <w:pPr>
              <w:keepNext/>
              <w:jc w:val="center"/>
              <w:rPr>
                <w:sz w:val="20"/>
                <w:lang w:eastAsia="lt-LT"/>
              </w:rPr>
            </w:pPr>
            <w:r>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2F584C" w14:textId="77777777" w:rsidR="004E43CA" w:rsidRDefault="000D2629">
            <w:pPr>
              <w:keepNext/>
              <w:rPr>
                <w:sz w:val="20"/>
              </w:rPr>
            </w:pPr>
            <w:r>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5B1E4D" w14:textId="77777777" w:rsidR="004E43CA" w:rsidRDefault="000D2629">
            <w:pPr>
              <w:keepNext/>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A61669" w14:textId="77777777" w:rsidR="004E43CA" w:rsidRDefault="004E43CA">
            <w:pPr>
              <w:keepNext/>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B69AF4" w14:textId="77777777" w:rsidR="004E43CA" w:rsidRDefault="000D2629">
            <w:pPr>
              <w:keepNext/>
              <w:rPr>
                <w:sz w:val="20"/>
                <w:lang w:eastAsia="lt-LT"/>
              </w:rPr>
            </w:pPr>
            <w:r>
              <w:rPr>
                <w:sz w:val="20"/>
                <w:lang w:eastAsia="lt-LT"/>
              </w:rPr>
              <w:t>□ tenkina</w:t>
            </w:r>
          </w:p>
          <w:p w14:paraId="47635031" w14:textId="77777777" w:rsidR="004E43CA" w:rsidRDefault="000D2629">
            <w:pPr>
              <w:keepNext/>
              <w:rPr>
                <w:sz w:val="20"/>
                <w:lang w:eastAsia="lt-LT"/>
              </w:rPr>
            </w:pPr>
            <w:r>
              <w:rPr>
                <w:sz w:val="20"/>
                <w:lang w:eastAsia="lt-LT"/>
              </w:rPr>
              <w:t>□ netenkina</w:t>
            </w:r>
          </w:p>
        </w:tc>
      </w:tr>
      <w:tr w:rsidR="004E43CA" w14:paraId="765C52B7"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82260" w14:textId="77777777" w:rsidR="004E43CA" w:rsidRDefault="000D2629">
            <w:pPr>
              <w:jc w:val="center"/>
              <w:rPr>
                <w:sz w:val="20"/>
                <w:lang w:eastAsia="lt-LT"/>
              </w:rPr>
            </w:pPr>
            <w:r>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DBC0C0" w14:textId="77777777" w:rsidR="004E43CA" w:rsidRDefault="000D2629">
            <w:pPr>
              <w:rPr>
                <w:sz w:val="20"/>
              </w:rPr>
            </w:pPr>
            <w:r>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7E5399" w14:textId="77777777" w:rsidR="004E43CA" w:rsidRDefault="000D2629">
            <w:pPr>
              <w:rPr>
                <w:sz w:val="20"/>
                <w:lang w:eastAsia="lt-LT"/>
              </w:rPr>
            </w:pPr>
            <w:r>
              <w:rPr>
                <w:bCs/>
                <w:sz w:val="20"/>
              </w:rPr>
              <w:t xml:space="preserve">Kriterijus nėra teisės akto projekto </w:t>
            </w:r>
            <w:r>
              <w:rPr>
                <w:bCs/>
                <w:sz w:val="20"/>
              </w:rPr>
              <w:t>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5A0A39" w14:textId="77777777" w:rsidR="004E43CA" w:rsidRDefault="004E43C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46E714" w14:textId="77777777" w:rsidR="004E43CA" w:rsidRDefault="000D2629">
            <w:pPr>
              <w:rPr>
                <w:sz w:val="20"/>
                <w:lang w:eastAsia="lt-LT"/>
              </w:rPr>
            </w:pPr>
            <w:r>
              <w:rPr>
                <w:sz w:val="20"/>
                <w:lang w:eastAsia="lt-LT"/>
              </w:rPr>
              <w:t>□ tenkina</w:t>
            </w:r>
          </w:p>
          <w:p w14:paraId="391BB0D9" w14:textId="77777777" w:rsidR="004E43CA" w:rsidRDefault="000D2629">
            <w:pPr>
              <w:rPr>
                <w:sz w:val="20"/>
                <w:lang w:eastAsia="lt-LT"/>
              </w:rPr>
            </w:pPr>
            <w:r>
              <w:rPr>
                <w:sz w:val="20"/>
                <w:lang w:eastAsia="lt-LT"/>
              </w:rPr>
              <w:t>□ netenkina</w:t>
            </w:r>
          </w:p>
        </w:tc>
      </w:tr>
      <w:tr w:rsidR="004E43CA" w14:paraId="43182F5D"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DE272C" w14:textId="77777777" w:rsidR="004E43CA" w:rsidRDefault="000D2629">
            <w:pPr>
              <w:jc w:val="center"/>
              <w:rPr>
                <w:sz w:val="20"/>
                <w:lang w:eastAsia="lt-LT"/>
              </w:rPr>
            </w:pPr>
            <w:r>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91A404" w14:textId="77777777" w:rsidR="004E43CA" w:rsidRDefault="000D2629">
            <w:pPr>
              <w:rPr>
                <w:sz w:val="20"/>
                <w:lang w:eastAsia="lt-LT"/>
              </w:rPr>
            </w:pPr>
            <w:r>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4E0FE8" w14:textId="77777777" w:rsidR="004E43CA" w:rsidRDefault="000D2629">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C52B0C" w14:textId="77777777" w:rsidR="004E43CA" w:rsidRDefault="004E43C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113730" w14:textId="77777777" w:rsidR="004E43CA" w:rsidRDefault="000D2629">
            <w:pPr>
              <w:rPr>
                <w:sz w:val="20"/>
                <w:lang w:eastAsia="lt-LT"/>
              </w:rPr>
            </w:pPr>
            <w:r>
              <w:rPr>
                <w:sz w:val="20"/>
                <w:lang w:eastAsia="lt-LT"/>
              </w:rPr>
              <w:t>□ tenkina</w:t>
            </w:r>
          </w:p>
          <w:p w14:paraId="207EFF63" w14:textId="77777777" w:rsidR="004E43CA" w:rsidRDefault="000D2629">
            <w:pPr>
              <w:rPr>
                <w:sz w:val="20"/>
                <w:lang w:eastAsia="lt-LT"/>
              </w:rPr>
            </w:pPr>
            <w:r>
              <w:rPr>
                <w:sz w:val="20"/>
                <w:lang w:eastAsia="lt-LT"/>
              </w:rPr>
              <w:t>□ netenkina</w:t>
            </w:r>
          </w:p>
        </w:tc>
      </w:tr>
      <w:tr w:rsidR="004E43CA" w14:paraId="6E12F475"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DDD7AF" w14:textId="77777777" w:rsidR="004E43CA" w:rsidRDefault="000D2629">
            <w:pPr>
              <w:jc w:val="center"/>
              <w:rPr>
                <w:sz w:val="20"/>
                <w:lang w:eastAsia="lt-LT"/>
              </w:rPr>
            </w:pPr>
            <w:r>
              <w:rPr>
                <w:sz w:val="20"/>
                <w:lang w:eastAsia="lt-LT"/>
              </w:rPr>
              <w:lastRenderedPageBreak/>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A80056" w14:textId="77777777" w:rsidR="004E43CA" w:rsidRDefault="000D2629">
            <w:pPr>
              <w:rPr>
                <w:strike/>
                <w:sz w:val="20"/>
              </w:rPr>
            </w:pPr>
            <w:r>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2199B6" w14:textId="77777777" w:rsidR="004E43CA" w:rsidRDefault="000D2629">
            <w:pPr>
              <w:rPr>
                <w:b/>
                <w:sz w:val="20"/>
                <w:lang w:eastAsia="lt-LT"/>
              </w:rPr>
            </w:pPr>
            <w:r>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2DD59" w14:textId="77777777" w:rsidR="004E43CA" w:rsidRDefault="004E43CA">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C2471F" w14:textId="77777777" w:rsidR="004E43CA" w:rsidRDefault="000D2629">
            <w:pPr>
              <w:rPr>
                <w:sz w:val="20"/>
                <w:lang w:eastAsia="lt-LT"/>
              </w:rPr>
            </w:pPr>
            <w:r>
              <w:rPr>
                <w:sz w:val="20"/>
                <w:lang w:eastAsia="lt-LT"/>
              </w:rPr>
              <w:t>□ tenkina</w:t>
            </w:r>
          </w:p>
          <w:p w14:paraId="402F350C" w14:textId="77777777" w:rsidR="004E43CA" w:rsidRDefault="000D2629">
            <w:pPr>
              <w:rPr>
                <w:sz w:val="20"/>
                <w:lang w:eastAsia="lt-LT"/>
              </w:rPr>
            </w:pPr>
            <w:r>
              <w:rPr>
                <w:sz w:val="20"/>
                <w:lang w:eastAsia="lt-LT"/>
              </w:rPr>
              <w:t>□ netenkina</w:t>
            </w:r>
          </w:p>
        </w:tc>
      </w:tr>
      <w:tr w:rsidR="004E43CA" w14:paraId="1E71BE2F"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392A4E" w14:textId="77777777" w:rsidR="004E43CA" w:rsidRDefault="000D2629">
            <w:pPr>
              <w:jc w:val="center"/>
              <w:rPr>
                <w:sz w:val="20"/>
                <w:lang w:eastAsia="lt-LT"/>
              </w:rPr>
            </w:pPr>
            <w:r>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18F1A3" w14:textId="77777777" w:rsidR="004E43CA" w:rsidRDefault="000D2629">
            <w:pPr>
              <w:rPr>
                <w:sz w:val="20"/>
                <w:lang w:eastAsia="lt-LT"/>
              </w:rPr>
            </w:pPr>
            <w:r>
              <w:rPr>
                <w:sz w:val="20"/>
                <w:lang w:eastAsia="lt-LT"/>
              </w:rPr>
              <w:t xml:space="preserve">Teisės akto projekte </w:t>
            </w:r>
            <w:r>
              <w:rPr>
                <w:sz w:val="20"/>
                <w:lang w:eastAsia="lt-LT"/>
              </w:rPr>
              <w:t>nustatytos kontrolės (priežiūros) skaidrumo ir objektyvumo užtikrinimo priemonės (p</w:t>
            </w:r>
            <w:r>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FAEB5A" w14:textId="77777777" w:rsidR="004E43CA" w:rsidRDefault="000D2629">
            <w:pPr>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23E6AF" w14:textId="77777777" w:rsidR="004E43CA" w:rsidRDefault="004E43C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55C5AE" w14:textId="77777777" w:rsidR="004E43CA" w:rsidRDefault="000D2629">
            <w:pPr>
              <w:rPr>
                <w:sz w:val="20"/>
                <w:lang w:eastAsia="lt-LT"/>
              </w:rPr>
            </w:pPr>
            <w:r>
              <w:rPr>
                <w:sz w:val="20"/>
                <w:lang w:eastAsia="lt-LT"/>
              </w:rPr>
              <w:t>□ tenkina</w:t>
            </w:r>
          </w:p>
          <w:p w14:paraId="058D7297" w14:textId="77777777" w:rsidR="004E43CA" w:rsidRDefault="000D2629">
            <w:pPr>
              <w:rPr>
                <w:sz w:val="20"/>
                <w:lang w:eastAsia="lt-LT"/>
              </w:rPr>
            </w:pPr>
            <w:r>
              <w:rPr>
                <w:sz w:val="20"/>
                <w:lang w:eastAsia="lt-LT"/>
              </w:rPr>
              <w:t>□ netenkina</w:t>
            </w:r>
          </w:p>
        </w:tc>
      </w:tr>
      <w:tr w:rsidR="004E43CA" w14:paraId="2461AB9C"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99D4D0" w14:textId="77777777" w:rsidR="004E43CA" w:rsidRDefault="000D2629">
            <w:pPr>
              <w:jc w:val="center"/>
              <w:rPr>
                <w:sz w:val="20"/>
                <w:lang w:eastAsia="lt-LT"/>
              </w:rPr>
            </w:pPr>
            <w:r>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85EAD6" w14:textId="77777777" w:rsidR="004E43CA" w:rsidRDefault="000D2629">
            <w:pPr>
              <w:rPr>
                <w:sz w:val="20"/>
              </w:rPr>
            </w:pPr>
            <w:r>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8EBADB" w14:textId="77777777" w:rsidR="004E43CA" w:rsidRDefault="000D2629">
            <w:pPr>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A3365B" w14:textId="77777777" w:rsidR="004E43CA" w:rsidRDefault="004E43C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690FE1" w14:textId="77777777" w:rsidR="004E43CA" w:rsidRDefault="000D2629">
            <w:pPr>
              <w:rPr>
                <w:sz w:val="20"/>
                <w:lang w:eastAsia="lt-LT"/>
              </w:rPr>
            </w:pPr>
            <w:r>
              <w:rPr>
                <w:sz w:val="20"/>
                <w:lang w:eastAsia="lt-LT"/>
              </w:rPr>
              <w:t>□ tenkina</w:t>
            </w:r>
          </w:p>
          <w:p w14:paraId="37932E3D" w14:textId="77777777" w:rsidR="004E43CA" w:rsidRDefault="000D2629">
            <w:pPr>
              <w:rPr>
                <w:sz w:val="20"/>
                <w:lang w:eastAsia="lt-LT"/>
              </w:rPr>
            </w:pPr>
            <w:r>
              <w:rPr>
                <w:sz w:val="20"/>
                <w:lang w:eastAsia="lt-LT"/>
              </w:rPr>
              <w:t>□ netenkina</w:t>
            </w:r>
          </w:p>
        </w:tc>
      </w:tr>
      <w:tr w:rsidR="004E43CA" w14:paraId="25A44A18"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014428" w14:textId="77777777" w:rsidR="004E43CA" w:rsidRDefault="000D2629">
            <w:pPr>
              <w:keepNext/>
              <w:jc w:val="center"/>
              <w:rPr>
                <w:sz w:val="20"/>
                <w:lang w:eastAsia="lt-LT"/>
              </w:rPr>
            </w:pPr>
            <w:r>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A08D1F" w14:textId="77777777" w:rsidR="004E43CA" w:rsidRDefault="000D2629">
            <w:pPr>
              <w:keepNext/>
              <w:rPr>
                <w:sz w:val="20"/>
                <w:lang w:eastAsia="lt-LT"/>
              </w:rPr>
            </w:pPr>
            <w:r>
              <w:rPr>
                <w:sz w:val="20"/>
                <w:lang w:eastAsia="lt-LT"/>
              </w:rPr>
              <w:t xml:space="preserve">Teisės aktų projekte numatytas baigtinis kriterijų, pagal kuriuos </w:t>
            </w:r>
            <w:r>
              <w:rPr>
                <w:sz w:val="20"/>
                <w:lang w:eastAsia="lt-LT"/>
              </w:rPr>
              <w:t>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52A8E4" w14:textId="77777777" w:rsidR="004E43CA" w:rsidRDefault="000D2629">
            <w:pPr>
              <w:keepNext/>
              <w:rPr>
                <w:b/>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26095F" w14:textId="77777777" w:rsidR="004E43CA" w:rsidRDefault="004E43CA">
            <w:pPr>
              <w:keepNext/>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42537B" w14:textId="77777777" w:rsidR="004E43CA" w:rsidRDefault="000D2629">
            <w:pPr>
              <w:keepNext/>
              <w:rPr>
                <w:sz w:val="20"/>
                <w:lang w:eastAsia="lt-LT"/>
              </w:rPr>
            </w:pPr>
            <w:r>
              <w:rPr>
                <w:sz w:val="20"/>
                <w:lang w:eastAsia="lt-LT"/>
              </w:rPr>
              <w:t>□ tenkina</w:t>
            </w:r>
          </w:p>
          <w:p w14:paraId="46898AF2" w14:textId="77777777" w:rsidR="004E43CA" w:rsidRDefault="000D2629">
            <w:pPr>
              <w:keepNext/>
              <w:rPr>
                <w:sz w:val="20"/>
                <w:lang w:eastAsia="lt-LT"/>
              </w:rPr>
            </w:pPr>
            <w:r>
              <w:rPr>
                <w:sz w:val="20"/>
                <w:lang w:eastAsia="lt-LT"/>
              </w:rPr>
              <w:t>□ netenkina</w:t>
            </w:r>
          </w:p>
        </w:tc>
      </w:tr>
      <w:tr w:rsidR="004E43CA" w14:paraId="66A78EC5"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BB4EF1" w14:textId="77777777" w:rsidR="004E43CA" w:rsidRDefault="000D2629">
            <w:pPr>
              <w:jc w:val="center"/>
              <w:rPr>
                <w:sz w:val="20"/>
                <w:lang w:eastAsia="lt-LT"/>
              </w:rPr>
            </w:pPr>
            <w:r>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D02D51" w14:textId="77777777" w:rsidR="004E43CA" w:rsidRDefault="000D2629">
            <w:pPr>
              <w:rPr>
                <w:sz w:val="20"/>
                <w:lang w:eastAsia="lt-LT"/>
              </w:rPr>
            </w:pPr>
            <w:r>
              <w:rPr>
                <w:sz w:val="20"/>
              </w:rPr>
              <w:t xml:space="preserve">Kartu su </w:t>
            </w:r>
            <w:r>
              <w:rPr>
                <w:sz w:val="20"/>
              </w:rPr>
              <w:t>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677E5A" w14:textId="77777777" w:rsidR="004E43CA" w:rsidRDefault="000D2629">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671B55" w14:textId="77777777" w:rsidR="004E43CA" w:rsidRDefault="004E43C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908783" w14:textId="77777777" w:rsidR="004E43CA" w:rsidRDefault="000D2629">
            <w:pPr>
              <w:rPr>
                <w:sz w:val="20"/>
                <w:lang w:eastAsia="lt-LT"/>
              </w:rPr>
            </w:pPr>
            <w:r>
              <w:rPr>
                <w:sz w:val="20"/>
                <w:lang w:eastAsia="lt-LT"/>
              </w:rPr>
              <w:t>□ tenkina</w:t>
            </w:r>
          </w:p>
          <w:p w14:paraId="6DAB7B56" w14:textId="77777777" w:rsidR="004E43CA" w:rsidRDefault="000D2629">
            <w:pPr>
              <w:rPr>
                <w:sz w:val="20"/>
                <w:lang w:eastAsia="lt-LT"/>
              </w:rPr>
            </w:pPr>
            <w:r>
              <w:rPr>
                <w:sz w:val="20"/>
                <w:lang w:eastAsia="lt-LT"/>
              </w:rPr>
              <w:t>□ netenkina</w:t>
            </w:r>
          </w:p>
        </w:tc>
      </w:tr>
      <w:tr w:rsidR="004E43CA" w14:paraId="0F09C5D6"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1D1793" w14:textId="77777777" w:rsidR="004E43CA" w:rsidRDefault="000D2629">
            <w:pPr>
              <w:jc w:val="center"/>
              <w:rPr>
                <w:sz w:val="20"/>
                <w:lang w:eastAsia="lt-LT"/>
              </w:rPr>
            </w:pPr>
            <w:r>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1E2D7C" w14:textId="77777777" w:rsidR="004E43CA" w:rsidRDefault="000D2629">
            <w:pPr>
              <w:rPr>
                <w:sz w:val="20"/>
              </w:rPr>
            </w:pPr>
            <w:r>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C3A1AD" w14:textId="77777777" w:rsidR="004E43CA" w:rsidRDefault="004E43CA">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1E2318" w14:textId="77777777" w:rsidR="004E43CA" w:rsidRDefault="004E43C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3520DE" w14:textId="77777777" w:rsidR="004E43CA" w:rsidRDefault="000D2629">
            <w:pPr>
              <w:rPr>
                <w:sz w:val="20"/>
                <w:lang w:eastAsia="lt-LT"/>
              </w:rPr>
            </w:pPr>
            <w:r>
              <w:rPr>
                <w:sz w:val="20"/>
                <w:lang w:eastAsia="lt-LT"/>
              </w:rPr>
              <w:t>□ tenkina</w:t>
            </w:r>
          </w:p>
          <w:p w14:paraId="483AB39F" w14:textId="77777777" w:rsidR="004E43CA" w:rsidRDefault="000D2629">
            <w:pPr>
              <w:rPr>
                <w:sz w:val="20"/>
                <w:lang w:eastAsia="lt-LT"/>
              </w:rPr>
            </w:pPr>
            <w:r>
              <w:rPr>
                <w:sz w:val="20"/>
                <w:lang w:eastAsia="lt-LT"/>
              </w:rPr>
              <w:t>□ netenkina</w:t>
            </w:r>
          </w:p>
        </w:tc>
      </w:tr>
      <w:tr w:rsidR="004E43CA" w14:paraId="07F648CC" w14:textId="77777777">
        <w:trPr>
          <w:trHeight w:val="504"/>
        </w:trPr>
        <w:tc>
          <w:tcPr>
            <w:tcW w:w="1848" w:type="dxa"/>
            <w:gridSpan w:val="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04F76BE0" w14:textId="77777777" w:rsidR="004E43CA" w:rsidRDefault="004E43CA">
            <w:pPr>
              <w:rPr>
                <w:sz w:val="20"/>
                <w:lang w:eastAsia="lt-LT"/>
              </w:rPr>
            </w:pPr>
          </w:p>
          <w:p w14:paraId="22F22EA4" w14:textId="77777777" w:rsidR="004E43CA" w:rsidRDefault="000D2629">
            <w:pPr>
              <w:rPr>
                <w:sz w:val="20"/>
                <w:lang w:eastAsia="lt-LT"/>
              </w:rPr>
            </w:pPr>
            <w:r>
              <w:rPr>
                <w:sz w:val="20"/>
                <w:lang w:eastAsia="lt-LT"/>
              </w:rPr>
              <w:t>Teisės akto projekto tiesioginis rengėjas:</w:t>
            </w:r>
          </w:p>
        </w:tc>
        <w:tc>
          <w:tcPr>
            <w:tcW w:w="300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3FF4213F" w14:textId="77777777" w:rsidR="004E43CA" w:rsidRDefault="004E43CA">
            <w:pPr>
              <w:rPr>
                <w:sz w:val="20"/>
                <w:lang w:eastAsia="lt-LT"/>
              </w:rPr>
            </w:pPr>
          </w:p>
          <w:p w14:paraId="13AC354C" w14:textId="77777777" w:rsidR="004E43CA" w:rsidRDefault="000D2629">
            <w:pPr>
              <w:jc w:val="both"/>
              <w:rPr>
                <w:sz w:val="20"/>
                <w:shd w:val="clear" w:color="auto" w:fill="FFFFFF"/>
              </w:rPr>
            </w:pPr>
            <w:r>
              <w:rPr>
                <w:sz w:val="20"/>
                <w:shd w:val="clear" w:color="auto" w:fill="FFFFFF"/>
              </w:rPr>
              <w:t xml:space="preserve">Statybos, investicijų ir turto valdymo skyriaus vyriausioji specialistė </w:t>
            </w:r>
          </w:p>
          <w:p w14:paraId="50855C0E" w14:textId="77777777" w:rsidR="004E43CA" w:rsidRDefault="004E43CA">
            <w:pPr>
              <w:rPr>
                <w:bCs/>
                <w:sz w:val="20"/>
                <w:lang w:eastAsia="lt-LT"/>
              </w:rPr>
            </w:pPr>
          </w:p>
        </w:tc>
        <w:tc>
          <w:tcPr>
            <w:tcW w:w="2373" w:type="dxa"/>
            <w:gridSpan w:val="2"/>
            <w:tcBorders>
              <w:top w:val="none" w:sz="4" w:space="0" w:color="000000"/>
              <w:left w:val="none" w:sz="4" w:space="0" w:color="000000"/>
              <w:bottom w:val="none" w:sz="4" w:space="0" w:color="000000"/>
              <w:right w:val="none" w:sz="4" w:space="0" w:color="000000"/>
            </w:tcBorders>
          </w:tcPr>
          <w:p w14:paraId="27296ED0" w14:textId="77777777" w:rsidR="004E43CA" w:rsidRDefault="004E43CA">
            <w:pPr>
              <w:rPr>
                <w:sz w:val="20"/>
                <w:lang w:eastAsia="lt-LT"/>
              </w:rPr>
            </w:pPr>
          </w:p>
          <w:p w14:paraId="7B8CE059" w14:textId="77777777" w:rsidR="004E43CA" w:rsidRDefault="000D2629">
            <w:pPr>
              <w:jc w:val="center"/>
              <w:rPr>
                <w:bCs/>
                <w:sz w:val="20"/>
                <w:lang w:eastAsia="lt-LT"/>
              </w:rPr>
            </w:pPr>
            <w:r>
              <w:rPr>
                <w:sz w:val="20"/>
                <w:shd w:val="clear" w:color="auto" w:fill="FFFFFF"/>
              </w:rPr>
              <w:t>Jolanta Juškienė</w:t>
            </w:r>
          </w:p>
        </w:tc>
        <w:tc>
          <w:tcPr>
            <w:tcW w:w="1847"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6687BEC6" w14:textId="77777777" w:rsidR="004E43CA" w:rsidRDefault="004E43CA">
            <w:pPr>
              <w:rPr>
                <w:sz w:val="20"/>
                <w:lang w:eastAsia="lt-LT"/>
              </w:rPr>
            </w:pPr>
          </w:p>
          <w:p w14:paraId="00AEA94B" w14:textId="77777777" w:rsidR="004E43CA" w:rsidRDefault="000D2629">
            <w:pPr>
              <w:rPr>
                <w:sz w:val="20"/>
                <w:lang w:eastAsia="lt-LT"/>
              </w:rPr>
            </w:pPr>
            <w:r>
              <w:rPr>
                <w:sz w:val="20"/>
                <w:lang w:eastAsia="lt-LT"/>
              </w:rPr>
              <w:t>Teisės akto projekto vertintojas:</w:t>
            </w:r>
          </w:p>
        </w:tc>
        <w:tc>
          <w:tcPr>
            <w:tcW w:w="3917" w:type="dxa"/>
            <w:gridSpan w:val="3"/>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47A16349" w14:textId="77777777" w:rsidR="004E43CA" w:rsidRDefault="004E43CA">
            <w:pPr>
              <w:rPr>
                <w:sz w:val="20"/>
                <w:lang w:eastAsia="lt-LT"/>
              </w:rPr>
            </w:pPr>
          </w:p>
          <w:p w14:paraId="156AB47A" w14:textId="77777777" w:rsidR="004E43CA" w:rsidRDefault="000D2629">
            <w:pPr>
              <w:rPr>
                <w:sz w:val="20"/>
                <w:lang w:eastAsia="lt-LT"/>
              </w:rPr>
            </w:pPr>
            <w:r>
              <w:rPr>
                <w:sz w:val="20"/>
                <w:lang w:eastAsia="lt-LT"/>
              </w:rPr>
              <w:t xml:space="preserve">Administracijos vyriausioji </w:t>
            </w:r>
            <w:r>
              <w:rPr>
                <w:sz w:val="20"/>
                <w:lang w:eastAsia="lt-LT"/>
              </w:rPr>
              <w:t>specialistė</w:t>
            </w:r>
          </w:p>
        </w:tc>
        <w:tc>
          <w:tcPr>
            <w:tcW w:w="2349" w:type="dxa"/>
            <w:gridSpan w:val="2"/>
            <w:tcBorders>
              <w:top w:val="none" w:sz="4" w:space="0" w:color="000000"/>
              <w:left w:val="none" w:sz="4" w:space="0" w:color="000000"/>
              <w:bottom w:val="none" w:sz="4" w:space="0" w:color="000000"/>
              <w:right w:val="none" w:sz="4" w:space="0" w:color="000000"/>
            </w:tcBorders>
          </w:tcPr>
          <w:p w14:paraId="399A59CD" w14:textId="77777777" w:rsidR="004E43CA" w:rsidRDefault="004E43CA">
            <w:pPr>
              <w:rPr>
                <w:sz w:val="20"/>
                <w:lang w:eastAsia="lt-LT"/>
              </w:rPr>
            </w:pPr>
          </w:p>
          <w:p w14:paraId="7173F120" w14:textId="77777777" w:rsidR="004E43CA" w:rsidRDefault="000D2629">
            <w:pPr>
              <w:rPr>
                <w:sz w:val="20"/>
                <w:lang w:eastAsia="lt-LT"/>
              </w:rPr>
            </w:pPr>
            <w:r>
              <w:rPr>
                <w:sz w:val="20"/>
                <w:lang w:eastAsia="lt-LT"/>
              </w:rPr>
              <w:t xml:space="preserve">Simona </w:t>
            </w:r>
            <w:proofErr w:type="spellStart"/>
            <w:r>
              <w:rPr>
                <w:sz w:val="20"/>
                <w:lang w:eastAsia="lt-LT"/>
              </w:rPr>
              <w:t>Česnakienė</w:t>
            </w:r>
            <w:proofErr w:type="spellEnd"/>
          </w:p>
        </w:tc>
      </w:tr>
      <w:tr w:rsidR="004E43CA" w14:paraId="388D1C11" w14:textId="77777777">
        <w:trPr>
          <w:trHeight w:val="555"/>
        </w:trPr>
        <w:tc>
          <w:tcPr>
            <w:tcW w:w="1848" w:type="dxa"/>
            <w:gridSpan w:val="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0E536A71" w14:textId="77777777" w:rsidR="004E43CA" w:rsidRDefault="004E43CA">
            <w:pPr>
              <w:rPr>
                <w:sz w:val="20"/>
                <w:lang w:eastAsia="lt-LT"/>
              </w:rPr>
            </w:pPr>
          </w:p>
          <w:p w14:paraId="31272A99" w14:textId="77777777" w:rsidR="004E43CA" w:rsidRDefault="004E43CA">
            <w:pPr>
              <w:rPr>
                <w:sz w:val="20"/>
                <w:lang w:eastAsia="lt-LT"/>
              </w:rPr>
            </w:pPr>
          </w:p>
          <w:p w14:paraId="4699F63D" w14:textId="77777777" w:rsidR="004E43CA" w:rsidRDefault="004E43CA">
            <w:pPr>
              <w:rPr>
                <w:sz w:val="20"/>
                <w:lang w:eastAsia="lt-LT"/>
              </w:rPr>
            </w:pPr>
          </w:p>
        </w:tc>
        <w:tc>
          <w:tcPr>
            <w:tcW w:w="300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1B886704" w14:textId="77777777" w:rsidR="004E43CA" w:rsidRDefault="000D2629">
            <w:pPr>
              <w:ind w:left="-11" w:firstLine="11"/>
              <w:rPr>
                <w:sz w:val="20"/>
                <w:lang w:eastAsia="lt-LT"/>
              </w:rPr>
            </w:pPr>
            <w:r>
              <w:rPr>
                <w:sz w:val="20"/>
                <w:lang w:eastAsia="lt-LT"/>
              </w:rPr>
              <w:t>(parašas)</w:t>
            </w:r>
          </w:p>
          <w:p w14:paraId="5AE4CAA9" w14:textId="77777777" w:rsidR="004E43CA" w:rsidRDefault="004E43CA">
            <w:pPr>
              <w:ind w:left="-11" w:firstLine="11"/>
              <w:rPr>
                <w:sz w:val="20"/>
                <w:lang w:eastAsia="lt-LT"/>
              </w:rPr>
            </w:pPr>
          </w:p>
          <w:p w14:paraId="163F96CE" w14:textId="77777777" w:rsidR="004E43CA" w:rsidRDefault="004E43CA">
            <w:pPr>
              <w:ind w:left="-11" w:firstLine="11"/>
              <w:rPr>
                <w:sz w:val="20"/>
                <w:lang w:eastAsia="lt-LT"/>
              </w:rPr>
            </w:pPr>
          </w:p>
        </w:tc>
        <w:tc>
          <w:tcPr>
            <w:tcW w:w="2373" w:type="dxa"/>
            <w:gridSpan w:val="2"/>
            <w:tcBorders>
              <w:top w:val="none" w:sz="4" w:space="0" w:color="000000"/>
              <w:left w:val="none" w:sz="4" w:space="0" w:color="000000"/>
              <w:bottom w:val="none" w:sz="4" w:space="0" w:color="000000"/>
              <w:right w:val="none" w:sz="4" w:space="0" w:color="000000"/>
            </w:tcBorders>
          </w:tcPr>
          <w:p w14:paraId="20891569" w14:textId="77777777" w:rsidR="004E43CA" w:rsidRDefault="000D2629">
            <w:pPr>
              <w:ind w:left="819"/>
              <w:rPr>
                <w:sz w:val="20"/>
                <w:lang w:eastAsia="lt-LT"/>
              </w:rPr>
            </w:pPr>
            <w:r>
              <w:rPr>
                <w:sz w:val="20"/>
                <w:lang w:eastAsia="lt-LT"/>
              </w:rPr>
              <w:t>(data)</w:t>
            </w:r>
          </w:p>
          <w:p w14:paraId="460715F1" w14:textId="77777777" w:rsidR="004E43CA" w:rsidRDefault="004E43CA">
            <w:pPr>
              <w:ind w:left="-11" w:firstLine="11"/>
              <w:rPr>
                <w:sz w:val="20"/>
                <w:lang w:eastAsia="lt-LT"/>
              </w:rPr>
            </w:pPr>
          </w:p>
        </w:tc>
        <w:tc>
          <w:tcPr>
            <w:tcW w:w="1847"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18E18C41" w14:textId="77777777" w:rsidR="004E43CA" w:rsidRDefault="004E43CA">
            <w:pPr>
              <w:rPr>
                <w:sz w:val="20"/>
                <w:lang w:eastAsia="lt-LT"/>
              </w:rPr>
            </w:pPr>
          </w:p>
        </w:tc>
        <w:tc>
          <w:tcPr>
            <w:tcW w:w="3917" w:type="dxa"/>
            <w:gridSpan w:val="3"/>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1FCE5AF4" w14:textId="77777777" w:rsidR="004E43CA" w:rsidRDefault="000D2629">
            <w:pPr>
              <w:ind w:left="-11" w:firstLine="64"/>
              <w:rPr>
                <w:sz w:val="20"/>
                <w:lang w:eastAsia="lt-LT"/>
              </w:rPr>
            </w:pPr>
            <w:r>
              <w:rPr>
                <w:sz w:val="20"/>
                <w:lang w:eastAsia="lt-LT"/>
              </w:rPr>
              <w:t>(parašas)</w:t>
            </w:r>
          </w:p>
          <w:p w14:paraId="4A84051A" w14:textId="77777777" w:rsidR="004E43CA" w:rsidRDefault="004E43CA">
            <w:pPr>
              <w:ind w:left="-11" w:firstLine="64"/>
              <w:rPr>
                <w:sz w:val="20"/>
                <w:lang w:eastAsia="lt-LT"/>
              </w:rPr>
            </w:pPr>
          </w:p>
          <w:p w14:paraId="45C494B4" w14:textId="77777777" w:rsidR="004E43CA" w:rsidRDefault="004E43CA">
            <w:pPr>
              <w:ind w:left="-11" w:firstLine="64"/>
              <w:rPr>
                <w:sz w:val="20"/>
                <w:lang w:eastAsia="lt-LT"/>
              </w:rPr>
            </w:pPr>
          </w:p>
          <w:p w14:paraId="2189AA90" w14:textId="77777777" w:rsidR="004E43CA" w:rsidRDefault="004E43CA">
            <w:pPr>
              <w:ind w:left="-11" w:firstLine="64"/>
              <w:rPr>
                <w:sz w:val="20"/>
                <w:lang w:eastAsia="lt-LT"/>
              </w:rPr>
            </w:pPr>
          </w:p>
        </w:tc>
        <w:tc>
          <w:tcPr>
            <w:tcW w:w="2349" w:type="dxa"/>
            <w:gridSpan w:val="2"/>
            <w:tcBorders>
              <w:top w:val="none" w:sz="4" w:space="0" w:color="000000"/>
              <w:left w:val="none" w:sz="4" w:space="0" w:color="000000"/>
              <w:bottom w:val="none" w:sz="4" w:space="0" w:color="000000"/>
              <w:right w:val="none" w:sz="4" w:space="0" w:color="000000"/>
            </w:tcBorders>
          </w:tcPr>
          <w:p w14:paraId="396122BD" w14:textId="77777777" w:rsidR="004E43CA" w:rsidRDefault="000D2629">
            <w:pPr>
              <w:ind w:left="849"/>
              <w:rPr>
                <w:sz w:val="20"/>
                <w:lang w:eastAsia="lt-LT"/>
              </w:rPr>
            </w:pPr>
            <w:r>
              <w:rPr>
                <w:sz w:val="20"/>
                <w:lang w:eastAsia="lt-LT"/>
              </w:rPr>
              <w:t>(data)</w:t>
            </w:r>
          </w:p>
          <w:p w14:paraId="5E7E90FD" w14:textId="77777777" w:rsidR="004E43CA" w:rsidRDefault="004E43CA">
            <w:pPr>
              <w:ind w:left="-11" w:firstLine="64"/>
              <w:rPr>
                <w:sz w:val="20"/>
                <w:lang w:eastAsia="lt-LT"/>
              </w:rPr>
            </w:pPr>
          </w:p>
        </w:tc>
      </w:tr>
    </w:tbl>
    <w:p w14:paraId="187A9012" w14:textId="77777777" w:rsidR="004E43CA" w:rsidRDefault="000D2629">
      <w:pPr>
        <w:tabs>
          <w:tab w:val="left" w:pos="6237"/>
        </w:tabs>
        <w:jc w:val="center"/>
      </w:pPr>
      <w:r>
        <w:rPr>
          <w:color w:val="000000"/>
          <w:szCs w:val="24"/>
          <w:lang w:eastAsia="lt-LT"/>
        </w:rPr>
        <w:t>___________________________</w:t>
      </w:r>
    </w:p>
    <w:p w14:paraId="30F5B87D" w14:textId="77777777" w:rsidR="004E43CA" w:rsidRDefault="004E43CA">
      <w:pPr>
        <w:tabs>
          <w:tab w:val="center" w:pos="-7800"/>
          <w:tab w:val="left" w:pos="6237"/>
          <w:tab w:val="right" w:pos="8306"/>
        </w:tabs>
      </w:pPr>
    </w:p>
    <w:p w14:paraId="5DB364DB" w14:textId="77777777" w:rsidR="004E43CA" w:rsidRDefault="004E43CA">
      <w:pPr>
        <w:tabs>
          <w:tab w:val="center" w:pos="-7800"/>
          <w:tab w:val="left" w:pos="6237"/>
          <w:tab w:val="right" w:pos="8306"/>
        </w:tabs>
        <w:rPr>
          <w:lang w:eastAsia="lt-LT"/>
        </w:rPr>
      </w:pPr>
    </w:p>
    <w:p w14:paraId="46311068" w14:textId="77777777" w:rsidR="004E43CA" w:rsidRDefault="004E43CA">
      <w:pPr>
        <w:widowControl w:val="0"/>
      </w:pPr>
    </w:p>
    <w:sectPr w:rsidR="004E43CA">
      <w:headerReference w:type="even" r:id="rId6"/>
      <w:headerReference w:type="default" r:id="rId7"/>
      <w:pgSz w:w="16838" w:h="11906" w:orient="landscape"/>
      <w:pgMar w:top="1418" w:right="1077" w:bottom="1134" w:left="1134"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E75A97" w14:textId="77777777" w:rsidR="0022319A" w:rsidRDefault="0022319A">
      <w:pPr>
        <w:rPr>
          <w:lang w:eastAsia="lt-LT"/>
        </w:rPr>
      </w:pPr>
      <w:r>
        <w:rPr>
          <w:lang w:eastAsia="lt-LT"/>
        </w:rPr>
        <w:separator/>
      </w:r>
    </w:p>
  </w:endnote>
  <w:endnote w:type="continuationSeparator" w:id="0">
    <w:p w14:paraId="0E014394" w14:textId="77777777" w:rsidR="0022319A" w:rsidRDefault="0022319A">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48DCB7" w14:textId="77777777" w:rsidR="0022319A" w:rsidRDefault="0022319A">
      <w:pPr>
        <w:rPr>
          <w:lang w:eastAsia="lt-LT"/>
        </w:rPr>
      </w:pPr>
      <w:r>
        <w:rPr>
          <w:lang w:eastAsia="lt-LT"/>
        </w:rPr>
        <w:separator/>
      </w:r>
    </w:p>
  </w:footnote>
  <w:footnote w:type="continuationSeparator" w:id="0">
    <w:p w14:paraId="1546E1EA" w14:textId="77777777" w:rsidR="0022319A" w:rsidRDefault="0022319A">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68A38" w14:textId="77777777" w:rsidR="004E43CA" w:rsidRDefault="004E43CA">
    <w:pPr>
      <w:framePr w:wrap="auto" w:vAnchor="text" w:hAnchor="margin" w:xAlign="center" w:y="1"/>
      <w:tabs>
        <w:tab w:val="center" w:pos="4153"/>
        <w:tab w:val="right" w:pos="8306"/>
      </w:tabs>
      <w:rPr>
        <w:lang w:eastAsia="lt-LT"/>
      </w:rPr>
    </w:pPr>
  </w:p>
  <w:p w14:paraId="1401770A" w14:textId="77777777" w:rsidR="004E43CA" w:rsidRDefault="004E43CA">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0ED6E" w14:textId="77777777" w:rsidR="004E43CA" w:rsidRDefault="000D2629">
    <w:pPr>
      <w:pStyle w:val="Antrats"/>
      <w:jc w:val="center"/>
    </w:pPr>
    <w:r>
      <w:fldChar w:fldCharType="begin"/>
    </w:r>
    <w:r>
      <w:instrText>PAGE   \* MERGEFORMAT</w:instrText>
    </w:r>
    <w:r>
      <w:fldChar w:fldCharType="separate"/>
    </w:r>
    <w:r>
      <w:t>3</w:t>
    </w:r>
    <w:r>
      <w:fldChar w:fldCharType="end"/>
    </w:r>
  </w:p>
  <w:p w14:paraId="3601625D" w14:textId="77777777" w:rsidR="004E43CA" w:rsidRDefault="004E43CA">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79D"/>
    <w:rsid w:val="00040EE2"/>
    <w:rsid w:val="000D2629"/>
    <w:rsid w:val="0022319A"/>
    <w:rsid w:val="004E43CA"/>
    <w:rsid w:val="0081530D"/>
    <w:rsid w:val="00C4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B77C0"/>
  <w15:docId w15:val="{D8581397-DB1E-4D4F-B9B2-524B200EB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Sraopastraipa">
    <w:name w:val="List Paragraph"/>
    <w:basedOn w:val="prastasis"/>
    <w:uiPriority w:val="34"/>
    <w:qFormat/>
    <w:pPr>
      <w:ind w:left="720"/>
      <w:contextualSpacing/>
    </w:p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D&#279;l%20Skuodo%20rajono%20savivaldyb&#279;s%20tarybos%202024%20m.%20rugs&#279;jo%2026%20d.%20sprendimo%20Nr.%20T9-195%20&#8222;D&#279;l%20kitos%20paskirties%20valstybin&#279;s%20&#382;em&#279;s%20sklyp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Dėl Skuodo rajono savivaldybės tarybos 2024 m. rugsėjo 26 d. sprendimo Nr. T9-195 „Dėl kitos paskirties valstybinės žemės sklypo</Template>
  <TotalTime>1</TotalTime>
  <Pages>3</Pages>
  <Words>4704</Words>
  <Characters>2682</Characters>
  <Application>Microsoft Office Word</Application>
  <DocSecurity>4</DocSecurity>
  <Lines>22</Lines>
  <Paragraphs>14</Paragraphs>
  <ScaleCrop>false</ScaleCrop>
  <Company>LRVK</Company>
  <LinksUpToDate>false</LinksUpToDate>
  <CharactersWithSpaces>7372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2024-11-18T08:08:00Z</dcterms:created>
  <dcterms:modified xsi:type="dcterms:W3CDTF">2024-11-18T08:08:00Z</dcterms:modified>
</cp:coreProperties>
</file>